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539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0BDA27F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5F40">
        <w:rPr>
          <w:rFonts w:ascii="Corbel" w:hAnsi="Corbel"/>
          <w:b/>
          <w:smallCaps/>
          <w:sz w:val="24"/>
          <w:szCs w:val="24"/>
        </w:rPr>
        <w:t>2022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E5F40">
        <w:rPr>
          <w:rFonts w:ascii="Corbel" w:hAnsi="Corbel"/>
          <w:b/>
          <w:smallCaps/>
          <w:sz w:val="24"/>
          <w:szCs w:val="24"/>
        </w:rPr>
        <w:t>2025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2023/2024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77777777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00AE06AB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2AA1B523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648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47E00A54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314ACB">
        <w:rPr>
          <w:rFonts w:ascii="Corbel" w:hAnsi="Corbel"/>
          <w:sz w:val="24"/>
          <w:szCs w:val="24"/>
        </w:rPr>
        <w:t xml:space="preserve"> 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69191CD5" w:rsidR="00077389" w:rsidRPr="007B6AF1" w:rsidRDefault="00314ACB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17EAAABB" w14:textId="77777777" w:rsidTr="007B6AF1">
        <w:tc>
          <w:tcPr>
            <w:tcW w:w="1962" w:type="dxa"/>
          </w:tcPr>
          <w:p w14:paraId="700192A4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172A6477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4F71979A" w14:textId="77777777" w:rsidTr="007B6AF1">
        <w:tc>
          <w:tcPr>
            <w:tcW w:w="1962" w:type="dxa"/>
          </w:tcPr>
          <w:p w14:paraId="20A47F75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142CDB71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24522DDE" w14:textId="77777777" w:rsidTr="007B6AF1">
        <w:tc>
          <w:tcPr>
            <w:tcW w:w="1962" w:type="dxa"/>
          </w:tcPr>
          <w:p w14:paraId="53D1BC58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3FCF922F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07A08B" w14:textId="77777777" w:rsidTr="00923D7D">
        <w:tc>
          <w:tcPr>
            <w:tcW w:w="9670" w:type="dxa"/>
          </w:tcPr>
          <w:p w14:paraId="60718BA8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74C30C0" w14:textId="77777777" w:rsidTr="003E1941">
        <w:tc>
          <w:tcPr>
            <w:tcW w:w="496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923D7D">
        <w:tc>
          <w:tcPr>
            <w:tcW w:w="4962" w:type="dxa"/>
          </w:tcPr>
          <w:p w14:paraId="30F6F823" w14:textId="77777777" w:rsidR="00BC5887" w:rsidRPr="001A20A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14:paraId="0FF8B78A" w14:textId="77777777" w:rsidTr="00923D7D">
        <w:tc>
          <w:tcPr>
            <w:tcW w:w="4962" w:type="dxa"/>
          </w:tcPr>
          <w:p w14:paraId="34557216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2559F5" w14:textId="71CBE177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35B9F201" w14:textId="77777777" w:rsidTr="00923D7D">
        <w:tc>
          <w:tcPr>
            <w:tcW w:w="4962" w:type="dxa"/>
          </w:tcPr>
          <w:p w14:paraId="53A5F110" w14:textId="145CBAAD" w:rsidR="00BC5887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210E9"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5C794E1C" w:rsidR="008210E9" w:rsidRDefault="008210E9" w:rsidP="00821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04076CD" w:rsidR="00BC5887" w:rsidRPr="001A20A2" w:rsidRDefault="008210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77" w:type="dxa"/>
          </w:tcPr>
          <w:p w14:paraId="7A98CDB7" w14:textId="20C2D9EB" w:rsidR="00BC5887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7DE5543F" w14:textId="77777777" w:rsidR="00A3006B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9A49BF7" w14:textId="152BFADB" w:rsidR="00A3006B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5C7CA2C3" w:rsidR="00A3006B" w:rsidRPr="00A707E4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2C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C5887" w:rsidRPr="009C54AE" w14:paraId="48713DA6" w14:textId="77777777" w:rsidTr="00923D7D">
        <w:tc>
          <w:tcPr>
            <w:tcW w:w="4962" w:type="dxa"/>
          </w:tcPr>
          <w:p w14:paraId="3985D9CB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011AE2" w14:textId="49A99DEC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6A30BAA2" w14:textId="77777777" w:rsidTr="00923D7D">
        <w:tc>
          <w:tcPr>
            <w:tcW w:w="4962" w:type="dxa"/>
          </w:tcPr>
          <w:p w14:paraId="3B56D23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B3158" w14:textId="77777777" w:rsidR="00BC5887" w:rsidRPr="00A707E4" w:rsidRDefault="00FF71F6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F0E7" w14:textId="77777777" w:rsidR="00AC767D" w:rsidRDefault="00AC767D" w:rsidP="00C16ABF">
      <w:pPr>
        <w:spacing w:after="0" w:line="240" w:lineRule="auto"/>
      </w:pPr>
      <w:r>
        <w:separator/>
      </w:r>
    </w:p>
  </w:endnote>
  <w:endnote w:type="continuationSeparator" w:id="0">
    <w:p w14:paraId="3F5CC3F8" w14:textId="77777777" w:rsidR="00AC767D" w:rsidRDefault="00AC76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0B6D2" w14:textId="77777777" w:rsidR="00AC767D" w:rsidRDefault="00AC767D" w:rsidP="00C16ABF">
      <w:pPr>
        <w:spacing w:after="0" w:line="240" w:lineRule="auto"/>
      </w:pPr>
      <w:r>
        <w:separator/>
      </w:r>
    </w:p>
  </w:footnote>
  <w:footnote w:type="continuationSeparator" w:id="0">
    <w:p w14:paraId="202F6A8A" w14:textId="77777777" w:rsidR="00AC767D" w:rsidRDefault="00AC767D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61034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3072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4AC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C9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210E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06B"/>
    <w:rsid w:val="00A30110"/>
    <w:rsid w:val="00A3648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C767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C7F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4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48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1046-251D-4BC4-8C88-42AE0970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11</cp:revision>
  <cp:lastPrinted>2019-02-06T12:12:00Z</cp:lastPrinted>
  <dcterms:created xsi:type="dcterms:W3CDTF">2022-03-27T17:31:00Z</dcterms:created>
  <dcterms:modified xsi:type="dcterms:W3CDTF">2022-10-15T13:07:00Z</dcterms:modified>
</cp:coreProperties>
</file>